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460EC9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BF0A20" w:rsidRPr="00896000">
        <w:rPr>
          <w:rFonts w:ascii="Verdana" w:hAnsi="Verdana"/>
          <w:b/>
          <w:bCs/>
        </w:rPr>
        <w:t>„</w:t>
      </w:r>
      <w:r w:rsidR="00BF0A20" w:rsidRPr="00057D38">
        <w:rPr>
          <w:rFonts w:ascii="Verdana" w:hAnsi="Verdana"/>
          <w:b/>
          <w:bCs/>
        </w:rPr>
        <w:t>Oprava dálkově řízené techniky v ŽST Hluboká nad Vltavou, Putim, Protivín</w:t>
      </w:r>
      <w:r w:rsidR="00BF0A20" w:rsidRPr="00896000">
        <w:rPr>
          <w:rFonts w:ascii="Verdana" w:hAnsi="Verdana"/>
          <w:b/>
          <w:bCs/>
        </w:rPr>
        <w:t>“</w:t>
      </w:r>
      <w:r w:rsidR="00BF0A20">
        <w:rPr>
          <w:rFonts w:ascii="Verdana" w:hAnsi="Verdana"/>
          <w:b/>
          <w:bCs/>
        </w:rPr>
        <w:t xml:space="preserve"> </w:t>
      </w:r>
      <w:r w:rsidRPr="00B257DD">
        <w:rPr>
          <w:rFonts w:eastAsia="Times New Roman" w:cs="Times New Roman"/>
          <w:lang w:eastAsia="cs-CZ"/>
        </w:rPr>
        <w:t>č.j.</w:t>
      </w:r>
      <w:r w:rsidR="00B257DD" w:rsidRPr="00B257DD">
        <w:rPr>
          <w:rFonts w:eastAsia="Times New Roman" w:cs="Times New Roman"/>
          <w:lang w:eastAsia="cs-CZ"/>
        </w:rPr>
        <w:t xml:space="preserve"> </w:t>
      </w:r>
      <w:r w:rsidR="00BF0A20" w:rsidRPr="00037C87">
        <w:t>4496/2026-SŽ-OŘ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8E3A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8E3A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9630A" w14:textId="77777777" w:rsidR="008E3AB5" w:rsidRDefault="008E3AB5" w:rsidP="00962258">
      <w:pPr>
        <w:spacing w:after="0" w:line="240" w:lineRule="auto"/>
      </w:pPr>
      <w:r>
        <w:separator/>
      </w:r>
    </w:p>
  </w:endnote>
  <w:endnote w:type="continuationSeparator" w:id="0">
    <w:p w14:paraId="21521318" w14:textId="77777777" w:rsidR="008E3AB5" w:rsidRDefault="008E3A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13DCA" w14:textId="77777777" w:rsidR="008E3AB5" w:rsidRDefault="008E3AB5" w:rsidP="00962258">
      <w:pPr>
        <w:spacing w:after="0" w:line="240" w:lineRule="auto"/>
      </w:pPr>
      <w:r>
        <w:separator/>
      </w:r>
    </w:p>
  </w:footnote>
  <w:footnote w:type="continuationSeparator" w:id="0">
    <w:p w14:paraId="03AACBF1" w14:textId="77777777" w:rsidR="008E3AB5" w:rsidRDefault="008E3A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D697B"/>
    <w:rsid w:val="002E0CD7"/>
    <w:rsid w:val="00326704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52CE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2C4A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3AB5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57DD"/>
    <w:rsid w:val="00B36B3E"/>
    <w:rsid w:val="00B43543"/>
    <w:rsid w:val="00B75EE1"/>
    <w:rsid w:val="00B77481"/>
    <w:rsid w:val="00B8518B"/>
    <w:rsid w:val="00BD7E91"/>
    <w:rsid w:val="00BF0A20"/>
    <w:rsid w:val="00C02D0A"/>
    <w:rsid w:val="00C03A6E"/>
    <w:rsid w:val="00C17A08"/>
    <w:rsid w:val="00C44F6A"/>
    <w:rsid w:val="00C47AE3"/>
    <w:rsid w:val="00C503B3"/>
    <w:rsid w:val="00C715B9"/>
    <w:rsid w:val="00C7405C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D697B"/>
    <w:rsid w:val="00326704"/>
    <w:rsid w:val="00390121"/>
    <w:rsid w:val="0049171C"/>
    <w:rsid w:val="00612C4A"/>
    <w:rsid w:val="00710200"/>
    <w:rsid w:val="0087094D"/>
    <w:rsid w:val="00B701A2"/>
    <w:rsid w:val="00B72819"/>
    <w:rsid w:val="00BE31C7"/>
    <w:rsid w:val="00C601C7"/>
    <w:rsid w:val="00C8160B"/>
    <w:rsid w:val="00DE0EA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0EA2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459</Words>
  <Characters>2835</Characters>
  <Application>Microsoft Office Word</Application>
  <DocSecurity>0</DocSecurity>
  <Lines>51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11</cp:revision>
  <cp:lastPrinted>2017-11-28T17:18:00Z</cp:lastPrinted>
  <dcterms:created xsi:type="dcterms:W3CDTF">2023-11-16T10:29:00Z</dcterms:created>
  <dcterms:modified xsi:type="dcterms:W3CDTF">2026-02-09T12:27:00Z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